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67" w:rsidRPr="00CB5856" w:rsidRDefault="00CE7667" w:rsidP="00E52B78">
      <w:pPr>
        <w:jc w:val="right"/>
        <w:rPr>
          <w:rFonts w:ascii="Times New Roman" w:hAnsi="Times New Roman"/>
        </w:rPr>
      </w:pPr>
      <w:r w:rsidRPr="00CB5856">
        <w:rPr>
          <w:rFonts w:ascii="Times New Roman" w:hAnsi="Times New Roman"/>
        </w:rPr>
        <w:t xml:space="preserve">Príloha č. 2 </w:t>
      </w:r>
    </w:p>
    <w:p w:rsidR="00CE7667" w:rsidRPr="00CB5856" w:rsidRDefault="00CE7667" w:rsidP="001116D9">
      <w:pPr>
        <w:jc w:val="center"/>
        <w:rPr>
          <w:rFonts w:ascii="Times New Roman" w:hAnsi="Times New Roman"/>
          <w:b/>
          <w:sz w:val="28"/>
          <w:szCs w:val="28"/>
        </w:rPr>
      </w:pPr>
      <w:r w:rsidRPr="00CB5856">
        <w:rPr>
          <w:rFonts w:ascii="Times New Roman" w:hAnsi="Times New Roman"/>
          <w:b/>
          <w:sz w:val="28"/>
          <w:szCs w:val="28"/>
        </w:rPr>
        <w:t>Návrh na plnenie kritérií</w:t>
      </w:r>
    </w:p>
    <w:p w:rsidR="00CE7667" w:rsidRPr="00CB5856" w:rsidRDefault="00CE7667" w:rsidP="003A0D80">
      <w:pPr>
        <w:jc w:val="both"/>
        <w:rPr>
          <w:rFonts w:ascii="Times New Roman" w:hAnsi="Times New Roman"/>
          <w:i/>
        </w:rPr>
      </w:pPr>
      <w:r w:rsidRPr="00CB5856">
        <w:rPr>
          <w:rFonts w:ascii="Times New Roman" w:hAnsi="Times New Roman"/>
          <w:b/>
          <w:i/>
        </w:rPr>
        <w:br/>
      </w:r>
    </w:p>
    <w:p w:rsidR="00CE7667" w:rsidRPr="00CB5856" w:rsidRDefault="00CE7667" w:rsidP="00DA2FD3">
      <w:pPr>
        <w:spacing w:after="60"/>
        <w:rPr>
          <w:rFonts w:ascii="Times New Roman" w:hAnsi="Times New Roman"/>
          <w:b/>
          <w:sz w:val="22"/>
          <w:szCs w:val="22"/>
        </w:rPr>
      </w:pPr>
      <w:r w:rsidRPr="00CB5856">
        <w:rPr>
          <w:rFonts w:ascii="Times New Roman" w:hAnsi="Times New Roman"/>
          <w:b/>
          <w:sz w:val="22"/>
          <w:szCs w:val="22"/>
        </w:rPr>
        <w:t xml:space="preserve">Názov uchádzača: </w:t>
      </w:r>
      <w:r w:rsidRPr="00CB5856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 xml:space="preserve">             </w:t>
      </w:r>
      <w:r w:rsidRPr="00CB5856">
        <w:rPr>
          <w:rFonts w:ascii="Times New Roman" w:hAnsi="Times New Roman"/>
          <w:b/>
          <w:sz w:val="22"/>
          <w:szCs w:val="22"/>
        </w:rPr>
        <w:t>.....................................................................</w:t>
      </w:r>
    </w:p>
    <w:p w:rsidR="00CE7667" w:rsidRPr="00CB5856" w:rsidRDefault="00CE7667" w:rsidP="00DA2FD3">
      <w:pPr>
        <w:spacing w:after="60"/>
        <w:rPr>
          <w:rFonts w:ascii="Times New Roman" w:hAnsi="Times New Roman"/>
          <w:b/>
          <w:sz w:val="22"/>
          <w:szCs w:val="22"/>
        </w:rPr>
      </w:pPr>
      <w:r w:rsidRPr="00CB5856">
        <w:rPr>
          <w:rFonts w:ascii="Times New Roman" w:hAnsi="Times New Roman"/>
          <w:b/>
          <w:sz w:val="22"/>
          <w:szCs w:val="22"/>
        </w:rPr>
        <w:t>Sídlo:</w:t>
      </w:r>
      <w:r w:rsidRPr="00CB5856">
        <w:rPr>
          <w:rFonts w:ascii="Times New Roman" w:hAnsi="Times New Roman"/>
          <w:b/>
          <w:sz w:val="22"/>
          <w:szCs w:val="22"/>
        </w:rPr>
        <w:tab/>
      </w:r>
      <w:r w:rsidRPr="00CB5856">
        <w:rPr>
          <w:rFonts w:ascii="Times New Roman" w:hAnsi="Times New Roman"/>
          <w:b/>
          <w:sz w:val="22"/>
          <w:szCs w:val="22"/>
        </w:rPr>
        <w:tab/>
      </w:r>
      <w:r w:rsidRPr="00CB5856">
        <w:rPr>
          <w:rFonts w:ascii="Times New Roman" w:hAnsi="Times New Roman"/>
          <w:b/>
          <w:sz w:val="22"/>
          <w:szCs w:val="22"/>
        </w:rPr>
        <w:tab/>
      </w:r>
      <w:r w:rsidRPr="00CB5856">
        <w:rPr>
          <w:rFonts w:ascii="Times New Roman" w:hAnsi="Times New Roman"/>
          <w:b/>
          <w:sz w:val="22"/>
          <w:szCs w:val="22"/>
        </w:rPr>
        <w:tab/>
        <w:t>.....................................................................</w:t>
      </w:r>
    </w:p>
    <w:p w:rsidR="00CE7667" w:rsidRPr="00CB5856" w:rsidRDefault="00CE7667" w:rsidP="00DA2FD3">
      <w:pPr>
        <w:spacing w:after="60"/>
        <w:rPr>
          <w:rFonts w:ascii="Times New Roman" w:hAnsi="Times New Roman"/>
          <w:b/>
          <w:sz w:val="22"/>
          <w:szCs w:val="22"/>
        </w:rPr>
      </w:pPr>
      <w:r w:rsidRPr="00CB5856">
        <w:rPr>
          <w:rFonts w:ascii="Times New Roman" w:hAnsi="Times New Roman"/>
          <w:b/>
          <w:sz w:val="22"/>
          <w:szCs w:val="22"/>
        </w:rPr>
        <w:t>IČO:</w:t>
      </w:r>
      <w:r w:rsidRPr="00CB5856">
        <w:rPr>
          <w:rFonts w:ascii="Times New Roman" w:hAnsi="Times New Roman"/>
          <w:b/>
          <w:sz w:val="22"/>
          <w:szCs w:val="22"/>
        </w:rPr>
        <w:tab/>
      </w:r>
      <w:r w:rsidRPr="00CB5856">
        <w:rPr>
          <w:rFonts w:ascii="Times New Roman" w:hAnsi="Times New Roman"/>
          <w:b/>
          <w:sz w:val="22"/>
          <w:szCs w:val="22"/>
        </w:rPr>
        <w:tab/>
      </w:r>
      <w:r w:rsidRPr="00CB5856">
        <w:rPr>
          <w:rFonts w:ascii="Times New Roman" w:hAnsi="Times New Roman"/>
          <w:b/>
          <w:sz w:val="22"/>
          <w:szCs w:val="22"/>
        </w:rPr>
        <w:tab/>
      </w:r>
      <w:r w:rsidRPr="00CB5856">
        <w:rPr>
          <w:rFonts w:ascii="Times New Roman" w:hAnsi="Times New Roman"/>
          <w:b/>
          <w:sz w:val="22"/>
          <w:szCs w:val="22"/>
        </w:rPr>
        <w:tab/>
        <w:t>.....................................................................</w:t>
      </w:r>
    </w:p>
    <w:p w:rsidR="00CE7667" w:rsidRPr="00CB5856" w:rsidRDefault="00CE7667" w:rsidP="004714A9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CE7667" w:rsidRPr="00CB5856" w:rsidRDefault="00CE7667" w:rsidP="003A0D80">
      <w:pPr>
        <w:jc w:val="both"/>
        <w:rPr>
          <w:rFonts w:ascii="Times New Roman" w:hAnsi="Times New Roman"/>
          <w:b/>
          <w:sz w:val="22"/>
          <w:szCs w:val="22"/>
        </w:rPr>
      </w:pPr>
      <w:r w:rsidRPr="00CB5856">
        <w:rPr>
          <w:rFonts w:ascii="Times New Roman" w:hAnsi="Times New Roman"/>
          <w:b/>
          <w:sz w:val="22"/>
          <w:szCs w:val="22"/>
        </w:rPr>
        <w:t xml:space="preserve">,, Rekonštrukcia detských </w:t>
      </w:r>
      <w:r w:rsidRPr="00CB5856">
        <w:rPr>
          <w:rStyle w:val="Strong"/>
          <w:rFonts w:ascii="Times New Roman" w:hAnsi="Times New Roman"/>
          <w:bCs/>
          <w:sz w:val="22"/>
          <w:szCs w:val="22"/>
        </w:rPr>
        <w:t>na území Mestskej časti Košice</w:t>
      </w:r>
      <w:r w:rsidRPr="00CB5856">
        <w:rPr>
          <w:rStyle w:val="Strong"/>
          <w:rFonts w:ascii="Times New Roman" w:hAnsi="Times New Roman"/>
          <w:b w:val="0"/>
          <w:bCs/>
          <w:sz w:val="22"/>
          <w:szCs w:val="22"/>
        </w:rPr>
        <w:t xml:space="preserve"> - </w:t>
      </w:r>
      <w:r w:rsidRPr="00CB5856">
        <w:rPr>
          <w:rFonts w:ascii="Times New Roman" w:hAnsi="Times New Roman"/>
          <w:b/>
          <w:bCs/>
          <w:sz w:val="22"/>
          <w:szCs w:val="22"/>
        </w:rPr>
        <w:t>Sídlisko KVP“</w:t>
      </w:r>
    </w:p>
    <w:p w:rsidR="00CE7667" w:rsidRPr="00CB5856" w:rsidRDefault="00CE7667" w:rsidP="003C6ABA">
      <w:pPr>
        <w:tabs>
          <w:tab w:val="left" w:pos="215"/>
        </w:tabs>
        <w:kinsoku w:val="0"/>
        <w:overflowPunct w:val="0"/>
        <w:spacing w:line="276" w:lineRule="auto"/>
        <w:rPr>
          <w:rFonts w:ascii="Times New Roman" w:hAnsi="Times New Roman"/>
          <w:b/>
          <w:sz w:val="22"/>
          <w:szCs w:val="22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93"/>
        <w:gridCol w:w="2744"/>
        <w:gridCol w:w="2425"/>
        <w:gridCol w:w="3113"/>
      </w:tblGrid>
      <w:tr w:rsidR="00CE7667" w:rsidRPr="00CB5856" w:rsidTr="00811977">
        <w:trPr>
          <w:trHeight w:val="816"/>
        </w:trPr>
        <w:tc>
          <w:tcPr>
            <w:tcW w:w="5893" w:type="dxa"/>
            <w:shd w:val="clear" w:color="auto" w:fill="FFCC66"/>
          </w:tcPr>
          <w:p w:rsidR="00CE7667" w:rsidRPr="00CB5856" w:rsidRDefault="00CE7667" w:rsidP="004802C8">
            <w:pPr>
              <w:jc w:val="both"/>
              <w:rPr>
                <w:rFonts w:ascii="Times New Roman" w:hAnsi="Times New Roman"/>
                <w:b/>
              </w:rPr>
            </w:pPr>
            <w:r w:rsidRPr="00CB5856">
              <w:rPr>
                <w:rFonts w:ascii="Times New Roman" w:hAnsi="Times New Roman"/>
                <w:b/>
                <w:sz w:val="22"/>
                <w:szCs w:val="22"/>
              </w:rPr>
              <w:t>Názov položky</w:t>
            </w:r>
          </w:p>
          <w:p w:rsidR="00CE7667" w:rsidRPr="00CB5856" w:rsidRDefault="00CE7667" w:rsidP="001116D9">
            <w:pPr>
              <w:rPr>
                <w:rFonts w:ascii="Times New Roman" w:hAnsi="Times New Roman"/>
              </w:rPr>
            </w:pPr>
          </w:p>
        </w:tc>
        <w:tc>
          <w:tcPr>
            <w:tcW w:w="2744" w:type="dxa"/>
            <w:shd w:val="clear" w:color="auto" w:fill="FFCC66"/>
          </w:tcPr>
          <w:p w:rsidR="00CE7667" w:rsidRPr="00CB5856" w:rsidRDefault="00CE7667" w:rsidP="004802C8">
            <w:pPr>
              <w:rPr>
                <w:rFonts w:ascii="Times New Roman" w:hAnsi="Times New Roman"/>
                <w:b/>
              </w:rPr>
            </w:pPr>
            <w:r w:rsidRPr="00CB5856">
              <w:rPr>
                <w:rFonts w:ascii="Times New Roman" w:hAnsi="Times New Roman"/>
                <w:b/>
                <w:sz w:val="22"/>
                <w:szCs w:val="22"/>
              </w:rPr>
              <w:t>Celková suma bez DPH v EUR</w:t>
            </w:r>
          </w:p>
        </w:tc>
        <w:tc>
          <w:tcPr>
            <w:tcW w:w="2425" w:type="dxa"/>
            <w:shd w:val="clear" w:color="auto" w:fill="FFCC66"/>
          </w:tcPr>
          <w:p w:rsidR="00CE7667" w:rsidRPr="00CB5856" w:rsidRDefault="00CE7667" w:rsidP="00300EBB">
            <w:pPr>
              <w:jc w:val="center"/>
              <w:rPr>
                <w:rFonts w:ascii="Times New Roman" w:hAnsi="Times New Roman"/>
                <w:b/>
              </w:rPr>
            </w:pPr>
            <w:r w:rsidRPr="00CB5856">
              <w:rPr>
                <w:rFonts w:ascii="Times New Roman" w:hAnsi="Times New Roman"/>
                <w:b/>
                <w:sz w:val="22"/>
                <w:szCs w:val="22"/>
              </w:rPr>
              <w:t>Sadzba DPH</w:t>
            </w:r>
          </w:p>
        </w:tc>
        <w:tc>
          <w:tcPr>
            <w:tcW w:w="3113" w:type="dxa"/>
            <w:shd w:val="clear" w:color="auto" w:fill="FFCC66"/>
          </w:tcPr>
          <w:p w:rsidR="00CE7667" w:rsidRPr="00CB5856" w:rsidRDefault="00CE7667" w:rsidP="004802C8">
            <w:pPr>
              <w:jc w:val="both"/>
              <w:rPr>
                <w:rFonts w:ascii="Times New Roman" w:hAnsi="Times New Roman"/>
                <w:b/>
              </w:rPr>
            </w:pPr>
            <w:r w:rsidRPr="00CB5856">
              <w:rPr>
                <w:rFonts w:ascii="Times New Roman" w:hAnsi="Times New Roman"/>
                <w:b/>
                <w:sz w:val="22"/>
                <w:szCs w:val="22"/>
              </w:rPr>
              <w:t>Celková suma s DPH v EUR</w:t>
            </w:r>
          </w:p>
        </w:tc>
      </w:tr>
      <w:tr w:rsidR="00CE7667" w:rsidRPr="00CB5856" w:rsidTr="00811977">
        <w:trPr>
          <w:trHeight w:val="580"/>
        </w:trPr>
        <w:tc>
          <w:tcPr>
            <w:tcW w:w="5893" w:type="dxa"/>
          </w:tcPr>
          <w:p w:rsidR="00CE7667" w:rsidRPr="00CB5856" w:rsidRDefault="00CE7667" w:rsidP="003A0D80">
            <w:pPr>
              <w:jc w:val="both"/>
              <w:rPr>
                <w:rFonts w:ascii="Times New Roman" w:hAnsi="Times New Roman"/>
                <w:lang w:eastAsia="sk-SK"/>
              </w:rPr>
            </w:pPr>
            <w:r w:rsidRPr="00CB5856">
              <w:rPr>
                <w:rFonts w:ascii="Times New Roman" w:hAnsi="Times New Roman"/>
                <w:sz w:val="22"/>
                <w:szCs w:val="22"/>
                <w:lang w:eastAsia="sk-SK"/>
              </w:rPr>
              <w:t>1.časť : Rekonštrukcia detského ihriska pri pošte</w:t>
            </w:r>
          </w:p>
          <w:p w:rsidR="00CE7667" w:rsidRPr="00CB5856" w:rsidRDefault="00CE7667" w:rsidP="004802C8">
            <w:pPr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2744" w:type="dxa"/>
          </w:tcPr>
          <w:p w:rsidR="00CE7667" w:rsidRPr="00CB5856" w:rsidRDefault="00CE7667" w:rsidP="004802C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25" w:type="dxa"/>
          </w:tcPr>
          <w:p w:rsidR="00CE7667" w:rsidRPr="00CB5856" w:rsidRDefault="00CE7667" w:rsidP="004802C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3" w:type="dxa"/>
          </w:tcPr>
          <w:p w:rsidR="00CE7667" w:rsidRDefault="00CE7667" w:rsidP="004802C8">
            <w:pPr>
              <w:jc w:val="both"/>
              <w:rPr>
                <w:rFonts w:ascii="Times New Roman" w:hAnsi="Times New Roman"/>
              </w:rPr>
            </w:pPr>
          </w:p>
          <w:p w:rsidR="00CE7667" w:rsidRPr="00811977" w:rsidRDefault="00CE7667" w:rsidP="00811977">
            <w:pPr>
              <w:jc w:val="center"/>
              <w:rPr>
                <w:rFonts w:ascii="Times New Roman" w:hAnsi="Times New Roman"/>
              </w:rPr>
            </w:pPr>
          </w:p>
        </w:tc>
      </w:tr>
      <w:tr w:rsidR="00CE7667" w:rsidRPr="00CB5856" w:rsidTr="00811977">
        <w:trPr>
          <w:trHeight w:val="580"/>
        </w:trPr>
        <w:tc>
          <w:tcPr>
            <w:tcW w:w="5893" w:type="dxa"/>
          </w:tcPr>
          <w:p w:rsidR="00CE7667" w:rsidRPr="00CB5856" w:rsidRDefault="00CE7667" w:rsidP="003A0D80">
            <w:pPr>
              <w:jc w:val="both"/>
              <w:rPr>
                <w:rFonts w:ascii="Times New Roman" w:hAnsi="Times New Roman"/>
                <w:lang w:eastAsia="sk-SK"/>
              </w:rPr>
            </w:pPr>
            <w:r w:rsidRPr="00CB5856">
              <w:rPr>
                <w:rFonts w:ascii="Times New Roman" w:hAnsi="Times New Roman"/>
                <w:sz w:val="22"/>
                <w:szCs w:val="22"/>
                <w:lang w:eastAsia="sk-SK"/>
              </w:rPr>
              <w:t>2.časť : Rekonštrukcia detského ihriska na ul. Drábová</w:t>
            </w:r>
          </w:p>
          <w:p w:rsidR="00CE7667" w:rsidRPr="00CB5856" w:rsidRDefault="00CE7667" w:rsidP="004802C8">
            <w:pPr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2744" w:type="dxa"/>
          </w:tcPr>
          <w:p w:rsidR="00CE7667" w:rsidRPr="00CB5856" w:rsidRDefault="00CE7667" w:rsidP="004802C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25" w:type="dxa"/>
          </w:tcPr>
          <w:p w:rsidR="00CE7667" w:rsidRPr="00CB5856" w:rsidRDefault="00CE7667" w:rsidP="004802C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3" w:type="dxa"/>
          </w:tcPr>
          <w:p w:rsidR="00CE7667" w:rsidRPr="00CB5856" w:rsidRDefault="00CE7667" w:rsidP="004802C8">
            <w:pPr>
              <w:jc w:val="both"/>
              <w:rPr>
                <w:rFonts w:ascii="Times New Roman" w:hAnsi="Times New Roman"/>
              </w:rPr>
            </w:pPr>
          </w:p>
        </w:tc>
      </w:tr>
      <w:tr w:rsidR="00CE7667" w:rsidRPr="00CB5856" w:rsidTr="00811977">
        <w:trPr>
          <w:trHeight w:val="581"/>
        </w:trPr>
        <w:tc>
          <w:tcPr>
            <w:tcW w:w="5893" w:type="dxa"/>
          </w:tcPr>
          <w:p w:rsidR="00CE7667" w:rsidRPr="00CB5856" w:rsidRDefault="00CE7667" w:rsidP="003A0D80">
            <w:pPr>
              <w:jc w:val="both"/>
              <w:rPr>
                <w:rFonts w:ascii="Times New Roman" w:hAnsi="Times New Roman"/>
                <w:lang w:eastAsia="sk-SK"/>
              </w:rPr>
            </w:pPr>
            <w:r w:rsidRPr="00CB5856">
              <w:rPr>
                <w:rFonts w:ascii="Times New Roman" w:hAnsi="Times New Roman"/>
                <w:sz w:val="22"/>
                <w:szCs w:val="22"/>
                <w:lang w:eastAsia="sk-SK"/>
              </w:rPr>
              <w:t>3.časť : Rekonštrukcia detského ihriska na ul. Stierova</w:t>
            </w:r>
          </w:p>
          <w:p w:rsidR="00CE7667" w:rsidRPr="00CB5856" w:rsidRDefault="00CE7667" w:rsidP="004802C8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744" w:type="dxa"/>
          </w:tcPr>
          <w:p w:rsidR="00CE7667" w:rsidRPr="00CB5856" w:rsidRDefault="00CE7667" w:rsidP="004802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5" w:type="dxa"/>
          </w:tcPr>
          <w:p w:rsidR="00CE7667" w:rsidRPr="00CB5856" w:rsidRDefault="00CE7667" w:rsidP="004802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13" w:type="dxa"/>
          </w:tcPr>
          <w:p w:rsidR="00CE7667" w:rsidRPr="00CB5856" w:rsidRDefault="00CE7667" w:rsidP="004802C8">
            <w:pPr>
              <w:rPr>
                <w:rFonts w:ascii="Times New Roman" w:hAnsi="Times New Roman"/>
                <w:b/>
              </w:rPr>
            </w:pPr>
          </w:p>
        </w:tc>
      </w:tr>
      <w:tr w:rsidR="00CE7667" w:rsidRPr="00CB5856" w:rsidTr="00811977">
        <w:trPr>
          <w:trHeight w:val="580"/>
        </w:trPr>
        <w:tc>
          <w:tcPr>
            <w:tcW w:w="5893" w:type="dxa"/>
            <w:vAlign w:val="center"/>
          </w:tcPr>
          <w:p w:rsidR="00CE7667" w:rsidRPr="00CB5856" w:rsidRDefault="00CE7667" w:rsidP="00811977">
            <w:pPr>
              <w:rPr>
                <w:rFonts w:ascii="Times New Roman" w:hAnsi="Times New Roman"/>
                <w:b/>
                <w:lang w:eastAsia="sk-SK"/>
              </w:rPr>
            </w:pPr>
            <w:r w:rsidRPr="00CB5856">
              <w:rPr>
                <w:rFonts w:ascii="Times New Roman" w:hAnsi="Times New Roman"/>
                <w:b/>
                <w:sz w:val="22"/>
                <w:szCs w:val="22"/>
                <w:lang w:eastAsia="sk-SK"/>
              </w:rPr>
              <w:t>Celková cena bez DPH</w:t>
            </w:r>
          </w:p>
        </w:tc>
        <w:tc>
          <w:tcPr>
            <w:tcW w:w="2744" w:type="dxa"/>
          </w:tcPr>
          <w:p w:rsidR="00CE7667" w:rsidRPr="00CB5856" w:rsidRDefault="00CE7667" w:rsidP="009077B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25" w:type="dxa"/>
          </w:tcPr>
          <w:p w:rsidR="00CE7667" w:rsidRPr="00CB5856" w:rsidRDefault="00CE7667" w:rsidP="009077B8">
            <w:pPr>
              <w:rPr>
                <w:rFonts w:ascii="Times New Roman" w:hAnsi="Times New Roman"/>
              </w:rPr>
            </w:pPr>
          </w:p>
        </w:tc>
        <w:tc>
          <w:tcPr>
            <w:tcW w:w="3113" w:type="dxa"/>
          </w:tcPr>
          <w:p w:rsidR="00CE7667" w:rsidRPr="00CB5856" w:rsidRDefault="00CE7667" w:rsidP="009077B8">
            <w:pPr>
              <w:rPr>
                <w:rFonts w:ascii="Times New Roman" w:hAnsi="Times New Roman"/>
              </w:rPr>
            </w:pPr>
          </w:p>
        </w:tc>
      </w:tr>
      <w:tr w:rsidR="00CE7667" w:rsidRPr="00CB5856" w:rsidTr="00811977">
        <w:trPr>
          <w:trHeight w:val="580"/>
        </w:trPr>
        <w:tc>
          <w:tcPr>
            <w:tcW w:w="5893" w:type="dxa"/>
            <w:vAlign w:val="center"/>
          </w:tcPr>
          <w:p w:rsidR="00CE7667" w:rsidRDefault="00CE7667" w:rsidP="00811977">
            <w:pPr>
              <w:rPr>
                <w:rFonts w:ascii="Times New Roman" w:hAnsi="Times New Roman"/>
                <w:b/>
                <w:lang w:eastAsia="sk-SK"/>
              </w:rPr>
            </w:pPr>
            <w:r w:rsidRPr="00CB5856">
              <w:rPr>
                <w:rFonts w:ascii="Times New Roman" w:hAnsi="Times New Roman"/>
                <w:b/>
                <w:sz w:val="22"/>
                <w:szCs w:val="22"/>
                <w:lang w:eastAsia="sk-SK"/>
              </w:rPr>
              <w:t>DPH</w:t>
            </w:r>
          </w:p>
          <w:p w:rsidR="00CE7667" w:rsidRPr="00CB5856" w:rsidRDefault="00CE7667" w:rsidP="00811977">
            <w:pPr>
              <w:rPr>
                <w:rFonts w:ascii="Times New Roman" w:hAnsi="Times New Roman"/>
                <w:b/>
                <w:lang w:eastAsia="sk-SK"/>
              </w:rPr>
            </w:pPr>
          </w:p>
        </w:tc>
        <w:tc>
          <w:tcPr>
            <w:tcW w:w="2744" w:type="dxa"/>
          </w:tcPr>
          <w:p w:rsidR="00CE7667" w:rsidRPr="00CB5856" w:rsidRDefault="00CE7667" w:rsidP="008F00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25" w:type="dxa"/>
          </w:tcPr>
          <w:p w:rsidR="00CE7667" w:rsidRPr="00CB5856" w:rsidRDefault="00CE7667" w:rsidP="008F007B">
            <w:pPr>
              <w:rPr>
                <w:rFonts w:ascii="Times New Roman" w:hAnsi="Times New Roman"/>
              </w:rPr>
            </w:pPr>
          </w:p>
        </w:tc>
        <w:tc>
          <w:tcPr>
            <w:tcW w:w="3113" w:type="dxa"/>
          </w:tcPr>
          <w:p w:rsidR="00CE7667" w:rsidRPr="00CB5856" w:rsidRDefault="00CE7667" w:rsidP="008F007B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E7667" w:rsidRPr="00CB5856" w:rsidTr="00811977">
        <w:trPr>
          <w:trHeight w:val="581"/>
        </w:trPr>
        <w:tc>
          <w:tcPr>
            <w:tcW w:w="5893" w:type="dxa"/>
          </w:tcPr>
          <w:p w:rsidR="00CE7667" w:rsidRDefault="00CE7667" w:rsidP="00811977">
            <w:pPr>
              <w:rPr>
                <w:rFonts w:ascii="Times New Roman" w:hAnsi="Times New Roman"/>
                <w:lang w:eastAsia="sk-SK"/>
              </w:rPr>
            </w:pPr>
          </w:p>
          <w:p w:rsidR="00CE7667" w:rsidRPr="00811977" w:rsidRDefault="00CE7667" w:rsidP="00811977">
            <w:pPr>
              <w:rPr>
                <w:rFonts w:ascii="Times New Roman" w:hAnsi="Times New Roman"/>
                <w:lang w:eastAsia="sk-SK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sk-SK"/>
              </w:rPr>
              <w:t>Celková cena s</w:t>
            </w:r>
            <w:r w:rsidRPr="00CB5856">
              <w:rPr>
                <w:rFonts w:ascii="Times New Roman" w:hAnsi="Times New Roman"/>
                <w:b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744" w:type="dxa"/>
          </w:tcPr>
          <w:p w:rsidR="00CE7667" w:rsidRPr="00CB5856" w:rsidRDefault="00CE7667" w:rsidP="004802C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25" w:type="dxa"/>
          </w:tcPr>
          <w:p w:rsidR="00CE7667" w:rsidRPr="00CB5856" w:rsidRDefault="00CE7667" w:rsidP="004802C8">
            <w:pPr>
              <w:rPr>
                <w:rFonts w:ascii="Times New Roman" w:hAnsi="Times New Roman"/>
              </w:rPr>
            </w:pPr>
          </w:p>
        </w:tc>
        <w:tc>
          <w:tcPr>
            <w:tcW w:w="3113" w:type="dxa"/>
          </w:tcPr>
          <w:p w:rsidR="00CE7667" w:rsidRPr="00CB5856" w:rsidRDefault="00CE7667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CE7667" w:rsidRPr="00CB5856" w:rsidRDefault="00CE7667">
      <w:pPr>
        <w:rPr>
          <w:rFonts w:ascii="Times New Roman" w:hAnsi="Times New Roman"/>
          <w:b/>
          <w:sz w:val="22"/>
          <w:szCs w:val="22"/>
        </w:rPr>
      </w:pPr>
    </w:p>
    <w:p w:rsidR="00CE7667" w:rsidRPr="00CB5856" w:rsidRDefault="00CE7667" w:rsidP="00903C2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E7667" w:rsidRPr="00CB5856" w:rsidRDefault="00CE7667" w:rsidP="00903C2C">
      <w:pPr>
        <w:rPr>
          <w:rFonts w:ascii="Times New Roman" w:hAnsi="Times New Roman"/>
          <w:b/>
          <w:sz w:val="22"/>
          <w:szCs w:val="22"/>
        </w:rPr>
      </w:pPr>
      <w:r w:rsidRPr="00CB5856">
        <w:rPr>
          <w:rFonts w:ascii="Times New Roman" w:hAnsi="Times New Roman"/>
          <w:sz w:val="22"/>
          <w:szCs w:val="22"/>
        </w:rPr>
        <w:t xml:space="preserve"> </w:t>
      </w:r>
      <w:r w:rsidRPr="00CB5856">
        <w:rPr>
          <w:rFonts w:ascii="Times New Roman" w:hAnsi="Times New Roman"/>
          <w:b/>
          <w:bCs/>
          <w:sz w:val="22"/>
          <w:szCs w:val="22"/>
        </w:rPr>
        <w:t>Poznámka: Uchádzač vyplní iba tú časť, na ktorú predkladá cenovú ponuku.</w:t>
      </w:r>
    </w:p>
    <w:p w:rsidR="00CE7667" w:rsidRPr="00CB5856" w:rsidRDefault="00CE7667" w:rsidP="004714A9">
      <w:pPr>
        <w:rPr>
          <w:rFonts w:ascii="Times New Roman" w:hAnsi="Times New Roman"/>
          <w:b/>
          <w:sz w:val="22"/>
          <w:szCs w:val="22"/>
        </w:rPr>
      </w:pPr>
    </w:p>
    <w:p w:rsidR="00CE7667" w:rsidRPr="00CB5856" w:rsidRDefault="00CE7667" w:rsidP="004714A9">
      <w:pPr>
        <w:rPr>
          <w:rFonts w:ascii="Times New Roman" w:hAnsi="Times New Roman"/>
          <w:b/>
          <w:sz w:val="22"/>
          <w:szCs w:val="22"/>
        </w:rPr>
      </w:pPr>
    </w:p>
    <w:p w:rsidR="00CE7667" w:rsidRPr="00CB5856" w:rsidRDefault="00CE7667" w:rsidP="004714A9">
      <w:pPr>
        <w:rPr>
          <w:rFonts w:ascii="Times New Roman" w:hAnsi="Times New Roman"/>
          <w:b/>
          <w:sz w:val="22"/>
          <w:szCs w:val="22"/>
        </w:rPr>
      </w:pPr>
    </w:p>
    <w:p w:rsidR="00CE7667" w:rsidRPr="00CB5856" w:rsidRDefault="00CE7667" w:rsidP="007F667D">
      <w:pPr>
        <w:rPr>
          <w:rFonts w:ascii="Times New Roman" w:hAnsi="Times New Roman"/>
          <w:sz w:val="22"/>
          <w:szCs w:val="22"/>
        </w:rPr>
      </w:pPr>
      <w:r w:rsidRPr="00CB5856">
        <w:rPr>
          <w:rFonts w:ascii="Times New Roman" w:hAnsi="Times New Roman"/>
          <w:sz w:val="22"/>
          <w:szCs w:val="22"/>
        </w:rPr>
        <w:t xml:space="preserve">  </w:t>
      </w:r>
      <w:r w:rsidRPr="00CB5856">
        <w:rPr>
          <w:rFonts w:ascii="Times New Roman" w:hAnsi="Times New Roman"/>
          <w:sz w:val="22"/>
          <w:szCs w:val="22"/>
        </w:rPr>
        <w:tab/>
        <w:t>V ........................................</w:t>
      </w:r>
      <w:r>
        <w:rPr>
          <w:rFonts w:ascii="Times New Roman" w:hAnsi="Times New Roman"/>
          <w:sz w:val="22"/>
          <w:szCs w:val="22"/>
        </w:rPr>
        <w:t xml:space="preserve"> ,  dňa ……………</w:t>
      </w:r>
    </w:p>
    <w:p w:rsidR="00CE7667" w:rsidRPr="00CB5856" w:rsidRDefault="00CE7667" w:rsidP="007F667D">
      <w:pPr>
        <w:rPr>
          <w:rFonts w:ascii="Times New Roman" w:hAnsi="Times New Roman"/>
          <w:sz w:val="22"/>
          <w:szCs w:val="22"/>
        </w:rPr>
      </w:pPr>
    </w:p>
    <w:p w:rsidR="00CE7667" w:rsidRPr="00CB5856" w:rsidRDefault="00CE7667" w:rsidP="007F667D">
      <w:pPr>
        <w:rPr>
          <w:rFonts w:ascii="Times New Roman" w:hAnsi="Times New Roman"/>
          <w:sz w:val="22"/>
          <w:szCs w:val="22"/>
        </w:rPr>
      </w:pPr>
    </w:p>
    <w:p w:rsidR="00CE7667" w:rsidRPr="00CB5856" w:rsidRDefault="00CE7667" w:rsidP="007F667D">
      <w:pPr>
        <w:rPr>
          <w:rFonts w:ascii="Times New Roman" w:hAnsi="Times New Roman"/>
          <w:sz w:val="22"/>
          <w:szCs w:val="22"/>
        </w:rPr>
      </w:pP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.................................................................................................................</w:t>
      </w:r>
    </w:p>
    <w:p w:rsidR="00CE7667" w:rsidRPr="00CB5856" w:rsidRDefault="00CE7667" w:rsidP="007F667D">
      <w:pPr>
        <w:rPr>
          <w:rFonts w:ascii="Times New Roman" w:hAnsi="Times New Roman"/>
          <w:sz w:val="22"/>
          <w:szCs w:val="22"/>
        </w:rPr>
      </w:pP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</w:r>
      <w:r w:rsidRPr="00CB5856">
        <w:rPr>
          <w:rFonts w:ascii="Times New Roman" w:hAnsi="Times New Roman"/>
          <w:sz w:val="22"/>
          <w:szCs w:val="22"/>
        </w:rPr>
        <w:tab/>
        <w:t>pečiatka a podpis osoby oprávnenej v mene uchádzača</w:t>
      </w:r>
    </w:p>
    <w:p w:rsidR="00CE7667" w:rsidRPr="00CB5856" w:rsidRDefault="00CE7667">
      <w:pPr>
        <w:rPr>
          <w:rFonts w:ascii="Times New Roman" w:hAnsi="Times New Roman"/>
          <w:sz w:val="22"/>
          <w:szCs w:val="22"/>
        </w:rPr>
      </w:pPr>
    </w:p>
    <w:sectPr w:rsidR="00CE7667" w:rsidRPr="00CB5856" w:rsidSect="0072121F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3032D"/>
    <w:multiLevelType w:val="hybridMultilevel"/>
    <w:tmpl w:val="1B5C233C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412"/>
    <w:rsid w:val="00005A5B"/>
    <w:rsid w:val="00017D25"/>
    <w:rsid w:val="00030054"/>
    <w:rsid w:val="000368EF"/>
    <w:rsid w:val="00087363"/>
    <w:rsid w:val="000B55FC"/>
    <w:rsid w:val="000C4D4A"/>
    <w:rsid w:val="000D5523"/>
    <w:rsid w:val="001116D9"/>
    <w:rsid w:val="00137E27"/>
    <w:rsid w:val="0015142B"/>
    <w:rsid w:val="00167D6E"/>
    <w:rsid w:val="001C2668"/>
    <w:rsid w:val="001C71B6"/>
    <w:rsid w:val="001F36BC"/>
    <w:rsid w:val="00217D49"/>
    <w:rsid w:val="00244493"/>
    <w:rsid w:val="002B24F2"/>
    <w:rsid w:val="00300EBB"/>
    <w:rsid w:val="00330AF0"/>
    <w:rsid w:val="003531EC"/>
    <w:rsid w:val="003A0D80"/>
    <w:rsid w:val="003C6ABA"/>
    <w:rsid w:val="003D5849"/>
    <w:rsid w:val="0040137C"/>
    <w:rsid w:val="00407209"/>
    <w:rsid w:val="00417412"/>
    <w:rsid w:val="0042065A"/>
    <w:rsid w:val="0044148C"/>
    <w:rsid w:val="004714A9"/>
    <w:rsid w:val="004802C8"/>
    <w:rsid w:val="004E206E"/>
    <w:rsid w:val="004F37E6"/>
    <w:rsid w:val="00507D86"/>
    <w:rsid w:val="00532BA8"/>
    <w:rsid w:val="00556E50"/>
    <w:rsid w:val="005631FA"/>
    <w:rsid w:val="005A5C15"/>
    <w:rsid w:val="005B670D"/>
    <w:rsid w:val="005C1F92"/>
    <w:rsid w:val="005E5BCD"/>
    <w:rsid w:val="00612B4C"/>
    <w:rsid w:val="00632D69"/>
    <w:rsid w:val="00635B82"/>
    <w:rsid w:val="00674BF0"/>
    <w:rsid w:val="006902E8"/>
    <w:rsid w:val="00693BA1"/>
    <w:rsid w:val="006B4A8B"/>
    <w:rsid w:val="006C1211"/>
    <w:rsid w:val="006C28C9"/>
    <w:rsid w:val="006D14F2"/>
    <w:rsid w:val="00706727"/>
    <w:rsid w:val="0072121F"/>
    <w:rsid w:val="00754FF1"/>
    <w:rsid w:val="0076508A"/>
    <w:rsid w:val="007669B1"/>
    <w:rsid w:val="007E36EF"/>
    <w:rsid w:val="007F667D"/>
    <w:rsid w:val="00811977"/>
    <w:rsid w:val="0082794B"/>
    <w:rsid w:val="008327EE"/>
    <w:rsid w:val="00835625"/>
    <w:rsid w:val="0087483A"/>
    <w:rsid w:val="0087588F"/>
    <w:rsid w:val="008B6CE6"/>
    <w:rsid w:val="008E42E8"/>
    <w:rsid w:val="008F007B"/>
    <w:rsid w:val="009009D4"/>
    <w:rsid w:val="00903C2C"/>
    <w:rsid w:val="009077B8"/>
    <w:rsid w:val="009403CD"/>
    <w:rsid w:val="009622BF"/>
    <w:rsid w:val="00967674"/>
    <w:rsid w:val="00993DF9"/>
    <w:rsid w:val="009A207C"/>
    <w:rsid w:val="009A3669"/>
    <w:rsid w:val="009D1BA4"/>
    <w:rsid w:val="00A040EC"/>
    <w:rsid w:val="00A65855"/>
    <w:rsid w:val="00A903ED"/>
    <w:rsid w:val="00AE4B6E"/>
    <w:rsid w:val="00AF2048"/>
    <w:rsid w:val="00B03A9E"/>
    <w:rsid w:val="00B47B6E"/>
    <w:rsid w:val="00B54FD3"/>
    <w:rsid w:val="00B827F1"/>
    <w:rsid w:val="00BA1D63"/>
    <w:rsid w:val="00BE7AB3"/>
    <w:rsid w:val="00C7053F"/>
    <w:rsid w:val="00C96554"/>
    <w:rsid w:val="00CB5856"/>
    <w:rsid w:val="00CE00BE"/>
    <w:rsid w:val="00CE7667"/>
    <w:rsid w:val="00CF0833"/>
    <w:rsid w:val="00CF316C"/>
    <w:rsid w:val="00D35170"/>
    <w:rsid w:val="00D46CAF"/>
    <w:rsid w:val="00D57F5E"/>
    <w:rsid w:val="00D61819"/>
    <w:rsid w:val="00D745F7"/>
    <w:rsid w:val="00D8633B"/>
    <w:rsid w:val="00DA2FD3"/>
    <w:rsid w:val="00E42C42"/>
    <w:rsid w:val="00E52B78"/>
    <w:rsid w:val="00E74F0A"/>
    <w:rsid w:val="00EB7114"/>
    <w:rsid w:val="00EE23E5"/>
    <w:rsid w:val="00EE2E9F"/>
    <w:rsid w:val="00F04E11"/>
    <w:rsid w:val="00F36F4C"/>
    <w:rsid w:val="00F97C22"/>
    <w:rsid w:val="00FB48BF"/>
    <w:rsid w:val="00FE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AF0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174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246F"/>
    <w:pPr>
      <w:widowControl w:val="0"/>
      <w:autoSpaceDE w:val="0"/>
      <w:autoSpaceDN w:val="0"/>
      <w:adjustRightInd w:val="0"/>
    </w:pPr>
    <w:rPr>
      <w:rFonts w:ascii="Times New Roman" w:hAnsi="Times New Roman"/>
      <w:lang w:val="sk-SK" w:eastAsia="sk-SK"/>
    </w:rPr>
  </w:style>
  <w:style w:type="paragraph" w:customStyle="1" w:styleId="Default">
    <w:name w:val="Default"/>
    <w:uiPriority w:val="99"/>
    <w:rsid w:val="00903C2C"/>
    <w:pPr>
      <w:autoSpaceDE w:val="0"/>
      <w:autoSpaceDN w:val="0"/>
      <w:adjustRightInd w:val="0"/>
    </w:pPr>
    <w:rPr>
      <w:rFonts w:cs="Cambria"/>
      <w:color w:val="000000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locked/>
    <w:rsid w:val="003A0D80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0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151</Words>
  <Characters>862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Pavol Surovec</dc:creator>
  <cp:keywords/>
  <dc:description/>
  <cp:lastModifiedBy>VVystavba</cp:lastModifiedBy>
  <cp:revision>3</cp:revision>
  <dcterms:created xsi:type="dcterms:W3CDTF">2018-07-26T06:47:00Z</dcterms:created>
  <dcterms:modified xsi:type="dcterms:W3CDTF">2018-08-13T08:10:00Z</dcterms:modified>
</cp:coreProperties>
</file>